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58" w:rsidRDefault="008C1A9F">
      <w:r w:rsidRPr="008C1A9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97.35pt;margin-top:283.5pt;width:267.3pt;height:515.95pt;z-index:25165926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column-margin:5.7pt" inset="2.85pt,2.85pt,2.85pt,2.85pt">
              <w:txbxContent>
                <w:p w:rsidR="009876CA" w:rsidRDefault="009876CA" w:rsidP="00D03AFD">
                  <w:pPr>
                    <w:pStyle w:val="Prrafodelista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</w:p>
                <w:p w:rsidR="009876CA" w:rsidRDefault="00C807FC" w:rsidP="00D03AFD">
                  <w:pPr>
                    <w:pStyle w:val="Prrafodelista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Monday 7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proofErr w:type="spellEnd"/>
                  <w:proofErr w:type="gramEnd"/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</w:p>
                <w:p w:rsidR="00026942" w:rsidRDefault="00026942" w:rsidP="00D03AFD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INSET </w:t>
                  </w:r>
                </w:p>
                <w:p w:rsidR="009876CA" w:rsidRDefault="00C807FC" w:rsidP="00D03AFD">
                  <w:pPr>
                    <w:pStyle w:val="Prrafodelista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Tuesday 8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proofErr w:type="spellEnd"/>
                  <w:proofErr w:type="gramEnd"/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 </w:t>
                  </w:r>
                </w:p>
                <w:p w:rsidR="009876CA" w:rsidRDefault="009876CA" w:rsidP="009F7310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Extra Support from 1</w:t>
                  </w:r>
                  <w:r w:rsidR="00026942">
                    <w:rPr>
                      <w:lang w:val="en-US"/>
                    </w:rPr>
                    <w:t>3:50 to 15</w:t>
                  </w:r>
                  <w:r>
                    <w:rPr>
                      <w:lang w:val="en-US"/>
                    </w:rPr>
                    <w:t xml:space="preserve">: 00, </w:t>
                  </w:r>
                  <w:proofErr w:type="spellStart"/>
                  <w:r>
                    <w:rPr>
                      <w:lang w:val="en-US"/>
                    </w:rPr>
                    <w:t>Laurita</w:t>
                  </w:r>
                  <w:proofErr w:type="spellEnd"/>
                  <w:r>
                    <w:rPr>
                      <w:lang w:val="en-US"/>
                    </w:rPr>
                    <w:t xml:space="preserve"> on duty</w:t>
                  </w:r>
                </w:p>
                <w:p w:rsidR="009876CA" w:rsidRDefault="00C807FC" w:rsidP="009F7310">
                  <w:pPr>
                    <w:pStyle w:val="Prrafodelista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Wednesday 9</w:t>
                  </w:r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th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</w:p>
                <w:p w:rsidR="009876CA" w:rsidRPr="00B75765" w:rsidRDefault="009876CA" w:rsidP="009F7310">
                  <w:pPr>
                    <w:pStyle w:val="Prrafodelista"/>
                    <w:spacing w:after="0"/>
                    <w:ind w:left="0"/>
                    <w:rPr>
                      <w:u w:val="single"/>
                      <w:lang w:val="en-US"/>
                    </w:rPr>
                  </w:pPr>
                  <w:r w:rsidRPr="00B75765">
                    <w:rPr>
                      <w:u w:val="single"/>
                      <w:lang w:val="en-US"/>
                    </w:rPr>
                    <w:t>In the morning:</w:t>
                  </w:r>
                </w:p>
                <w:p w:rsidR="009876CA" w:rsidRDefault="008E5326" w:rsidP="009F7310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Planning </w:t>
                  </w:r>
                  <w:proofErr w:type="gramStart"/>
                  <w:r>
                    <w:rPr>
                      <w:lang w:val="en-US"/>
                    </w:rPr>
                    <w:t>L</w:t>
                  </w:r>
                  <w:r w:rsidR="009876CA">
                    <w:rPr>
                      <w:lang w:val="en-US"/>
                    </w:rPr>
                    <w:t>2  unit</w:t>
                  </w:r>
                  <w:proofErr w:type="gramEnd"/>
                  <w:r w:rsidR="009876CA">
                    <w:rPr>
                      <w:lang w:val="en-US"/>
                    </w:rPr>
                    <w:t xml:space="preserve"> 4 Let’s Eat </w:t>
                  </w:r>
                </w:p>
                <w:p w:rsidR="00CC6832" w:rsidRPr="00026942" w:rsidRDefault="009876CA" w:rsidP="009F7310">
                  <w:pPr>
                    <w:pStyle w:val="Prrafodelista"/>
                    <w:spacing w:after="0"/>
                    <w:ind w:left="0"/>
                    <w:rPr>
                      <w:u w:val="single"/>
                      <w:lang w:val="en-US"/>
                    </w:rPr>
                  </w:pPr>
                  <w:r w:rsidRPr="00B75765">
                    <w:rPr>
                      <w:u w:val="single"/>
                      <w:lang w:val="en-US"/>
                    </w:rPr>
                    <w:t>In the afternoon:</w:t>
                  </w:r>
                  <w:r w:rsidR="00CC6832">
                    <w:rPr>
                      <w:lang w:val="en-US"/>
                    </w:rPr>
                    <w:t xml:space="preserve"> </w:t>
                  </w:r>
                </w:p>
                <w:p w:rsidR="00026942" w:rsidRDefault="00026942" w:rsidP="009F7310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Finish </w:t>
                  </w:r>
                  <w:r w:rsidR="00CC6832">
                    <w:rPr>
                      <w:lang w:val="en-US"/>
                    </w:rPr>
                    <w:t>Extended POI unit 5</w:t>
                  </w:r>
                </w:p>
                <w:p w:rsidR="009876CA" w:rsidRPr="004F5312" w:rsidRDefault="00026942" w:rsidP="009F7310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Performance Assessment</w:t>
                  </w:r>
                  <w:r w:rsidR="00CC6832">
                    <w:rPr>
                      <w:lang w:val="en-US"/>
                    </w:rPr>
                    <w:t xml:space="preserve"> </w:t>
                  </w:r>
                </w:p>
                <w:p w:rsidR="009876CA" w:rsidRDefault="009876CA" w:rsidP="00B75765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14: 00 to 15: 00 </w:t>
                  </w:r>
                </w:p>
                <w:p w:rsidR="008E5326" w:rsidRPr="00026942" w:rsidRDefault="00C807FC" w:rsidP="009D4F63">
                  <w:pPr>
                    <w:pStyle w:val="Prrafodelista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Thursday 10</w:t>
                  </w:r>
                  <w:r w:rsidRPr="00C807FC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r>
                    <w:rPr>
                      <w:b/>
                      <w:u w:val="single"/>
                      <w:lang w:val="en-US"/>
                    </w:rPr>
                    <w:t xml:space="preserve"> </w:t>
                  </w:r>
                </w:p>
                <w:p w:rsidR="009876CA" w:rsidRDefault="00026942" w:rsidP="009D4F63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Check Unit 4 steps 7, 8, </w:t>
                  </w:r>
                  <w:proofErr w:type="gramStart"/>
                  <w:r>
                    <w:rPr>
                      <w:lang w:val="en-US"/>
                    </w:rPr>
                    <w:t>9</w:t>
                  </w:r>
                  <w:proofErr w:type="gramEnd"/>
                </w:p>
                <w:p w:rsidR="00026942" w:rsidRDefault="00026942" w:rsidP="009D4F63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Reflect on Unit 5 steps 7</w:t>
                  </w:r>
                  <w:proofErr w:type="gramStart"/>
                  <w:r>
                    <w:rPr>
                      <w:lang w:val="en-US"/>
                    </w:rPr>
                    <w:t>,8,9</w:t>
                  </w:r>
                  <w:proofErr w:type="gramEnd"/>
                </w:p>
                <w:p w:rsidR="00026942" w:rsidRPr="00B75765" w:rsidRDefault="00026942" w:rsidP="009D4F63">
                  <w:pPr>
                    <w:pStyle w:val="Prrafodelista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lang w:val="en-US"/>
                    </w:rPr>
                    <w:t xml:space="preserve">Planning </w:t>
                  </w:r>
                  <w:proofErr w:type="spellStart"/>
                  <w:r>
                    <w:rPr>
                      <w:lang w:val="en-US"/>
                    </w:rPr>
                    <w:t>Maths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</w:p>
                <w:p w:rsidR="00026942" w:rsidRDefault="00026942" w:rsidP="00026942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14: 00 to 15: 00 </w:t>
                  </w:r>
                </w:p>
                <w:p w:rsidR="009876CA" w:rsidRPr="004F5312" w:rsidRDefault="00C807FC" w:rsidP="00627239">
                  <w:pPr>
                    <w:pStyle w:val="Prrafodelista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Friday 11</w:t>
                  </w:r>
                  <w:r w:rsidRPr="00C807FC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r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  </w:t>
                  </w:r>
                  <w:r w:rsidR="009876CA">
                    <w:rPr>
                      <w:lang w:val="en-US"/>
                    </w:rPr>
                    <w:t xml:space="preserve"> </w:t>
                  </w:r>
                </w:p>
                <w:p w:rsidR="009876CA" w:rsidRDefault="00026942" w:rsidP="00B60F9F">
                  <w:pPr>
                    <w:pStyle w:val="Prrafodelista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Work in pairs </w:t>
                  </w:r>
                </w:p>
                <w:p w:rsidR="00026942" w:rsidRDefault="00026942" w:rsidP="00B60F9F">
                  <w:pPr>
                    <w:pStyle w:val="Prrafodelista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</w:p>
                <w:p w:rsidR="00C807FC" w:rsidRDefault="009876CA" w:rsidP="00C807FC">
                  <w:pPr>
                    <w:pStyle w:val="Prrafodelista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Note taker:  </w:t>
                  </w:r>
                  <w:proofErr w:type="spellStart"/>
                  <w:r w:rsidR="00C807FC">
                    <w:rPr>
                      <w:b/>
                      <w:i/>
                      <w:lang w:val="en-US"/>
                    </w:rPr>
                    <w:t>Clau</w:t>
                  </w:r>
                  <w:proofErr w:type="spellEnd"/>
                  <w:r w:rsidR="00C807FC">
                    <w:rPr>
                      <w:b/>
                      <w:i/>
                      <w:lang w:val="en-US"/>
                    </w:rPr>
                    <w:sym w:font="Wingdings" w:char="F04A"/>
                  </w:r>
                </w:p>
                <w:p w:rsidR="00C807FC" w:rsidRPr="008C416F" w:rsidRDefault="009876CA" w:rsidP="00C807FC">
                  <w:pPr>
                    <w:pStyle w:val="Prrafodelista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Time keeper: </w:t>
                  </w:r>
                  <w:proofErr w:type="spellStart"/>
                  <w:r w:rsidR="00C807FC">
                    <w:rPr>
                      <w:b/>
                      <w:i/>
                      <w:lang w:val="en-US"/>
                    </w:rPr>
                    <w:t>Laurita</w:t>
                  </w:r>
                  <w:proofErr w:type="spellEnd"/>
                  <w:r w:rsidR="00C807FC">
                    <w:rPr>
                      <w:b/>
                      <w:i/>
                      <w:lang w:val="en-US"/>
                    </w:rPr>
                    <w:sym w:font="Wingdings" w:char="F04A"/>
                  </w:r>
                </w:p>
                <w:p w:rsidR="009876CA" w:rsidRDefault="009876CA" w:rsidP="009F7310">
                  <w:pPr>
                    <w:pStyle w:val="Prrafodelista"/>
                    <w:spacing w:after="0"/>
                    <w:ind w:left="0"/>
                    <w:rPr>
                      <w:b/>
                      <w:lang w:val="en-US"/>
                    </w:rPr>
                  </w:pPr>
                </w:p>
                <w:p w:rsidR="009876CA" w:rsidRPr="00551501" w:rsidRDefault="009876CA" w:rsidP="009F7310">
                  <w:pPr>
                    <w:pStyle w:val="Prrafodelista"/>
                    <w:spacing w:after="0"/>
                    <w:ind w:left="0"/>
                    <w:rPr>
                      <w:i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Dear </w:t>
                  </w:r>
                  <w:r>
                    <w:rPr>
                      <w:b/>
                      <w:lang w:val="en-US"/>
                    </w:rPr>
                    <w:t>team, this agenda is</w:t>
                  </w:r>
                  <w:r w:rsidRPr="00AD13D0">
                    <w:rPr>
                      <w:b/>
                      <w:lang w:val="en-US"/>
                    </w:rPr>
                    <w:t xml:space="preserve"> subject to change</w:t>
                  </w:r>
                  <w:r>
                    <w:rPr>
                      <w:b/>
                      <w:lang w:val="en-US"/>
                    </w:rPr>
                    <w:t>.</w:t>
                  </w:r>
                </w:p>
                <w:p w:rsidR="009876CA" w:rsidRPr="00AD13D0" w:rsidRDefault="009876CA" w:rsidP="009F7310">
                  <w:pPr>
                    <w:pStyle w:val="Prrafodelista"/>
                    <w:spacing w:after="0"/>
                    <w:ind w:left="0"/>
                    <w:rPr>
                      <w:b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 </w:t>
                  </w:r>
                </w:p>
                <w:p w:rsidR="009876CA" w:rsidRPr="00AD13D0" w:rsidRDefault="009876CA" w:rsidP="009F7310">
                  <w:pPr>
                    <w:pStyle w:val="Prrafodelista"/>
                    <w:spacing w:after="0"/>
                    <w:rPr>
                      <w:b/>
                      <w:lang w:val="en-US"/>
                    </w:rPr>
                  </w:pPr>
                </w:p>
                <w:p w:rsidR="009876CA" w:rsidRPr="00D02D5F" w:rsidRDefault="009876CA" w:rsidP="007B4A9B">
                  <w:pPr>
                    <w:pStyle w:val="listtext"/>
                  </w:pPr>
                </w:p>
              </w:txbxContent>
            </v:textbox>
            <w10:wrap anchorx="page" anchory="page"/>
          </v:shape>
        </w:pict>
      </w:r>
      <w:r w:rsidRPr="008C1A9F">
        <w:rPr>
          <w:noProof/>
        </w:rPr>
        <w:pict>
          <v:shape id="_x0000_s1039" type="#_x0000_t202" style="position:absolute;margin-left:107.2pt;margin-top:675.8pt;width:72.5pt;height:50.2pt;z-index:251661312;mso-wrap-style:none;mso-position-horizontal-relative:page;mso-position-vertical-relative:page" filled="f" stroked="f" strokecolor="#333">
            <v:textbox style="mso-next-textbox:#_x0000_s1039;mso-fit-shape-to-text:t" inset="2.88pt,2.88pt,2.88pt,2.88pt">
              <w:txbxContent>
                <w:p w:rsidR="009876CA" w:rsidRPr="00FA5AAE" w:rsidRDefault="008D04A0" w:rsidP="00FA5AAE">
                  <w:pPr>
                    <w:rPr>
                      <w:szCs w:val="18"/>
                    </w:rPr>
                  </w:pPr>
                  <w:r>
                    <w:rPr>
                      <w:noProof/>
                      <w:szCs w:val="18"/>
                      <w:lang w:val="es-CO" w:eastAsia="es-CO"/>
                    </w:rPr>
                    <w:drawing>
                      <wp:inline distT="0" distB="0" distL="0" distR="0">
                        <wp:extent cx="845185" cy="560705"/>
                        <wp:effectExtent l="19050" t="0" r="0" b="0"/>
                        <wp:docPr id="1" name="Picture 1" descr="MP90040009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P90040009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185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Pr="008C1A9F">
        <w:pict>
          <v:shape id="_x0000_s1032" type="#_x0000_t202" style="position:absolute;margin-left:99.35pt;margin-top:261pt;width:445.15pt;height:26.65pt;z-index:25165824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2;mso-column-margin:5.7pt" inset="2.85pt,2.85pt,2.85pt,2.85pt">
              <w:txbxContent>
                <w:p w:rsidR="009876CA" w:rsidRPr="00DA22FF" w:rsidRDefault="009876CA" w:rsidP="009B1EB1">
                  <w:pPr>
                    <w:pStyle w:val="Ttulo2"/>
                  </w:pPr>
                  <w:r w:rsidRPr="009B1EB1">
                    <w:t>AGENDA</w:t>
                  </w:r>
                </w:p>
              </w:txbxContent>
            </v:textbox>
            <w10:wrap anchorx="page" anchory="page"/>
          </v:shape>
        </w:pict>
      </w:r>
      <w:r w:rsidRPr="008C1A9F">
        <w:pict>
          <v:shape id="_x0000_s1034" type="#_x0000_t202" style="position:absolute;margin-left:99.35pt;margin-top:324pt;width:135pt;height:108.95pt;z-index:251660288;mso-position-horizontal-relative:page;mso-position-vertical-relative:page" filled="f" stroked="f">
            <v:textbox style="mso-next-textbox:#_x0000_s1034;mso-fit-shape-to-text:t" inset="3.6pt,,3.6pt">
              <w:txbxContent>
                <w:p w:rsidR="009876CA" w:rsidRDefault="009876CA" w:rsidP="00F83682">
                  <w:pPr>
                    <w:pStyle w:val="Ttulo3"/>
                    <w:jc w:val="center"/>
                  </w:pPr>
                  <w:r>
                    <w:t xml:space="preserve">                February    </w:t>
                  </w:r>
                </w:p>
                <w:p w:rsidR="009876CA" w:rsidRPr="00B44828" w:rsidRDefault="009876CA" w:rsidP="004542B8">
                  <w:pPr>
                    <w:pStyle w:val="Ttulo3"/>
                    <w:jc w:val="left"/>
                  </w:pPr>
                  <w:r>
                    <w:t xml:space="preserve">       Kinder</w:t>
                  </w:r>
                </w:p>
                <w:p w:rsidR="009876CA" w:rsidRPr="002F5063" w:rsidRDefault="00026942" w:rsidP="004542B8">
                  <w:pPr>
                    <w:pStyle w:val="Ttulo3"/>
                    <w:jc w:val="center"/>
                  </w:pPr>
                  <w:r>
                    <w:t>Week 26</w:t>
                  </w:r>
                </w:p>
              </w:txbxContent>
            </v:textbox>
            <w10:wrap anchorx="page" anchory="page"/>
          </v:shape>
        </w:pict>
      </w:r>
      <w:r w:rsidRPr="008C1A9F">
        <w:pict>
          <v:roundrect id="_x0000_s1031" style="position:absolute;margin-left:90pt;margin-top:261pt;width:476.95pt;height:22.5pt;z-index:251657216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Pr="008C1A9F">
        <w:pict>
          <v:shape id="_x0000_s1029" type="#_x0000_t202" style="position:absolute;margin-left:90pt;margin-top:171.35pt;width:459pt;height:45.65pt;z-index:25165619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29;mso-column-margin:5.7pt;mso-fit-shape-to-text:t" inset="2.85pt,2.85pt,2.85pt,2.85pt">
              <w:txbxContent>
                <w:p w:rsidR="009876CA" w:rsidRPr="009D4F63" w:rsidRDefault="009876CA" w:rsidP="00C16EF2">
                  <w:pPr>
                    <w:pStyle w:val="Ttulo1"/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 xml:space="preserve">How we </w:t>
                  </w:r>
                  <w:proofErr w:type="spellStart"/>
                  <w:r>
                    <w:rPr>
                      <w:sz w:val="52"/>
                      <w:szCs w:val="52"/>
                    </w:rPr>
                    <w:t>organise</w:t>
                  </w:r>
                  <w:proofErr w:type="spellEnd"/>
                  <w:r>
                    <w:rPr>
                      <w:sz w:val="52"/>
                      <w:szCs w:val="52"/>
                    </w:rPr>
                    <w:t xml:space="preserve"> ourselves  </w:t>
                  </w:r>
                </w:p>
              </w:txbxContent>
            </v:textbox>
            <w10:wrap anchorx="page" anchory="page"/>
          </v:shape>
        </w:pict>
      </w:r>
      <w:r w:rsidRPr="008C1A9F">
        <w:pict>
          <v:roundrect id="_x0000_s1028" style="position:absolute;margin-left:63pt;margin-top:126pt;width:333pt;height:138pt;z-index:251655168;visibility:visible;mso-wrap-edited:f;mso-wrap-distance-left:2.88pt;mso-wrap-distance-top:2.88pt;mso-wrap-distance-right:2.88pt;mso-wrap-distance-bottom:2.88pt;mso-position-horizontal-relative:page;mso-position-vertical-relative:page" arcsize=".5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Pr="008C1A9F">
        <w:pict>
          <v:rect id="_x0000_s1027" style="position:absolute;margin-left:45pt;margin-top:36pt;width:206.1pt;height:708.5pt;z-index:251654144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<v:shadow color="#ccc"/>
            <o:lock v:ext="edit" shapetype="t"/>
            <v:textbox inset="2.88pt,2.88pt,2.88pt,2.88pt"/>
            <w10:wrap anchorx="page" anchory="page"/>
          </v:rect>
        </w:pic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3E6F76" w:rsidRPr="0011176B" w:rsidRDefault="00CB77B4">
      <w:r w:rsidRPr="0011176B">
        <w:t xml:space="preserve"> </w:t>
      </w:r>
    </w:p>
    <w:sectPr w:rsidR="003E6F76" w:rsidRPr="0011176B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ullet1"/>
      </v:shape>
    </w:pict>
  </w:numPicBullet>
  <w:numPicBullet w:numPicBulletId="1">
    <w:pict>
      <v:shape id="_x0000_i1027" type="#_x0000_t75" style="width:8.85pt;height:8.85pt" o:bullet="t">
        <v:imagedata r:id="rId2" o:title="bullet2"/>
      </v:shape>
    </w:pict>
  </w:numPicBullet>
  <w:numPicBullet w:numPicBulletId="2">
    <w:pict>
      <v:shape id="_x0000_i1028" type="#_x0000_t75" style="width:8.85pt;height:8.85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compat/>
  <w:rsids>
    <w:rsidRoot w:val="009F7310"/>
    <w:rsid w:val="00026942"/>
    <w:rsid w:val="00027907"/>
    <w:rsid w:val="000337CF"/>
    <w:rsid w:val="00057DF2"/>
    <w:rsid w:val="00071649"/>
    <w:rsid w:val="00077C40"/>
    <w:rsid w:val="000A1CF2"/>
    <w:rsid w:val="000E62D4"/>
    <w:rsid w:val="000F49A7"/>
    <w:rsid w:val="0011176B"/>
    <w:rsid w:val="00113BB1"/>
    <w:rsid w:val="00131724"/>
    <w:rsid w:val="00135580"/>
    <w:rsid w:val="001420CD"/>
    <w:rsid w:val="00180D0B"/>
    <w:rsid w:val="00197A0E"/>
    <w:rsid w:val="001B30A0"/>
    <w:rsid w:val="001C6BE5"/>
    <w:rsid w:val="00214EEB"/>
    <w:rsid w:val="00240415"/>
    <w:rsid w:val="00273E21"/>
    <w:rsid w:val="002844B2"/>
    <w:rsid w:val="002850E3"/>
    <w:rsid w:val="0029670C"/>
    <w:rsid w:val="002B1986"/>
    <w:rsid w:val="002E3FBC"/>
    <w:rsid w:val="002F5063"/>
    <w:rsid w:val="002F7495"/>
    <w:rsid w:val="00302501"/>
    <w:rsid w:val="0031777C"/>
    <w:rsid w:val="003225C2"/>
    <w:rsid w:val="00337EDC"/>
    <w:rsid w:val="00355EA3"/>
    <w:rsid w:val="00365154"/>
    <w:rsid w:val="003A16B6"/>
    <w:rsid w:val="003A5449"/>
    <w:rsid w:val="003D29B0"/>
    <w:rsid w:val="003D6A55"/>
    <w:rsid w:val="003E4D23"/>
    <w:rsid w:val="003E6F76"/>
    <w:rsid w:val="00400C15"/>
    <w:rsid w:val="00402958"/>
    <w:rsid w:val="00407372"/>
    <w:rsid w:val="004542B8"/>
    <w:rsid w:val="00454DAE"/>
    <w:rsid w:val="00490902"/>
    <w:rsid w:val="004A04A1"/>
    <w:rsid w:val="004A2962"/>
    <w:rsid w:val="004B043A"/>
    <w:rsid w:val="004D3FDA"/>
    <w:rsid w:val="004F5312"/>
    <w:rsid w:val="004F7EAA"/>
    <w:rsid w:val="0050156B"/>
    <w:rsid w:val="00506068"/>
    <w:rsid w:val="0053546C"/>
    <w:rsid w:val="00551501"/>
    <w:rsid w:val="00573944"/>
    <w:rsid w:val="005926DA"/>
    <w:rsid w:val="00594E62"/>
    <w:rsid w:val="006074A9"/>
    <w:rsid w:val="00627239"/>
    <w:rsid w:val="00681CD8"/>
    <w:rsid w:val="006903F6"/>
    <w:rsid w:val="00697273"/>
    <w:rsid w:val="006D1619"/>
    <w:rsid w:val="006D2BD9"/>
    <w:rsid w:val="006E7467"/>
    <w:rsid w:val="007574F4"/>
    <w:rsid w:val="00762211"/>
    <w:rsid w:val="00762E04"/>
    <w:rsid w:val="007762AA"/>
    <w:rsid w:val="007A5408"/>
    <w:rsid w:val="007B4A9B"/>
    <w:rsid w:val="007B714E"/>
    <w:rsid w:val="007C3C6F"/>
    <w:rsid w:val="007C432B"/>
    <w:rsid w:val="007E46E2"/>
    <w:rsid w:val="008252ED"/>
    <w:rsid w:val="00825683"/>
    <w:rsid w:val="00826FC2"/>
    <w:rsid w:val="00862922"/>
    <w:rsid w:val="00875F91"/>
    <w:rsid w:val="00891B8C"/>
    <w:rsid w:val="008C1A9F"/>
    <w:rsid w:val="008C416F"/>
    <w:rsid w:val="008C7AF3"/>
    <w:rsid w:val="008D04A0"/>
    <w:rsid w:val="008D398E"/>
    <w:rsid w:val="008E5326"/>
    <w:rsid w:val="00941F64"/>
    <w:rsid w:val="00980BF0"/>
    <w:rsid w:val="009876CA"/>
    <w:rsid w:val="009A26AD"/>
    <w:rsid w:val="009A2AD7"/>
    <w:rsid w:val="009B1EB1"/>
    <w:rsid w:val="009B4F5B"/>
    <w:rsid w:val="009D4F63"/>
    <w:rsid w:val="009F0AD3"/>
    <w:rsid w:val="009F5F5D"/>
    <w:rsid w:val="009F7310"/>
    <w:rsid w:val="00A07CFD"/>
    <w:rsid w:val="00A120C0"/>
    <w:rsid w:val="00A272EF"/>
    <w:rsid w:val="00A41B80"/>
    <w:rsid w:val="00A45A9E"/>
    <w:rsid w:val="00A71727"/>
    <w:rsid w:val="00A97C2D"/>
    <w:rsid w:val="00AC75B4"/>
    <w:rsid w:val="00AD13D0"/>
    <w:rsid w:val="00AF3F5D"/>
    <w:rsid w:val="00B44828"/>
    <w:rsid w:val="00B50B2D"/>
    <w:rsid w:val="00B5364C"/>
    <w:rsid w:val="00B60F9F"/>
    <w:rsid w:val="00B75765"/>
    <w:rsid w:val="00B935C6"/>
    <w:rsid w:val="00B9712F"/>
    <w:rsid w:val="00BC62B8"/>
    <w:rsid w:val="00BC7F64"/>
    <w:rsid w:val="00BE4DB2"/>
    <w:rsid w:val="00C16EF2"/>
    <w:rsid w:val="00C20863"/>
    <w:rsid w:val="00C24A87"/>
    <w:rsid w:val="00C47F6B"/>
    <w:rsid w:val="00C807FC"/>
    <w:rsid w:val="00C97F48"/>
    <w:rsid w:val="00CB77B4"/>
    <w:rsid w:val="00CC6832"/>
    <w:rsid w:val="00CF3123"/>
    <w:rsid w:val="00D02D5F"/>
    <w:rsid w:val="00D03AFD"/>
    <w:rsid w:val="00D1566B"/>
    <w:rsid w:val="00D34F88"/>
    <w:rsid w:val="00D478A0"/>
    <w:rsid w:val="00DA22DB"/>
    <w:rsid w:val="00DA22FF"/>
    <w:rsid w:val="00DC1836"/>
    <w:rsid w:val="00DC4589"/>
    <w:rsid w:val="00E57029"/>
    <w:rsid w:val="00E63002"/>
    <w:rsid w:val="00EC7D41"/>
    <w:rsid w:val="00F0086F"/>
    <w:rsid w:val="00F11317"/>
    <w:rsid w:val="00F23945"/>
    <w:rsid w:val="00F74B74"/>
    <w:rsid w:val="00F777F0"/>
    <w:rsid w:val="00F83682"/>
    <w:rsid w:val="00F9272D"/>
    <w:rsid w:val="00FA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Estacion2</cp:lastModifiedBy>
  <cp:revision>3</cp:revision>
  <dcterms:created xsi:type="dcterms:W3CDTF">2011-03-05T17:33:00Z</dcterms:created>
  <dcterms:modified xsi:type="dcterms:W3CDTF">2011-03-05T17:38:00Z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